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24106">
            <w:pPr>
              <w:pStyle w:val="CUSTOMBoldColumnHeading"/>
            </w:pPr>
            <w:bookmarkStart w:id="0" w:name="_GoBack"/>
            <w:bookmarkEnd w:id="0"/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71211D">
            <w:pPr>
              <w:pStyle w:val="CUSTOMBoldColumnHeading"/>
            </w:pP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71211D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71211D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7F36D8">
            <w:pPr>
              <w:pStyle w:val="CUSTOMHeaderText"/>
            </w:pP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71211D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71211D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71211D">
            <w:pPr>
              <w:pStyle w:val="CUSTOMHeaderText"/>
            </w:pPr>
          </w:p>
        </w:tc>
      </w:tr>
      <w:tr w:rsidR="00575A29" w:rsidTr="007664DB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71211D">
            <w:pPr>
              <w:pStyle w:val="CUSTOMHeaderText"/>
            </w:pPr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43447A">
            <w:pPr>
              <w:pStyle w:val="CUSTOMHeaderText"/>
            </w:pPr>
          </w:p>
        </w:tc>
      </w:tr>
      <w:tr w:rsidR="00575A29" w:rsidTr="007664DB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71211D">
            <w:pPr>
              <w:pStyle w:val="CUSTOMHeaderText"/>
            </w:pP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Pr="00095E0A" w:rsidRDefault="00813362" w:rsidP="00B433C6">
            <w:pPr>
              <w:pStyle w:val="CUSTOMBoldColumnHeading"/>
              <w:rPr>
                <w:i/>
              </w:rPr>
            </w:pPr>
          </w:p>
        </w:tc>
      </w:tr>
      <w:tr w:rsidR="00813362" w:rsidRPr="004C122B" w:rsidTr="00C44E9D">
        <w:trPr>
          <w:trHeight w:hRule="exact" w:val="992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734451" w:rsidRPr="00734451" w:rsidRDefault="002A3DFD" w:rsidP="002A3DFD">
            <w:pPr>
              <w:pStyle w:val="CUSTOMNormal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1" layoutInCell="1" allowOverlap="1" wp14:anchorId="4F221D68">
                      <wp:simplePos x="0" y="0"/>
                      <wp:positionH relativeFrom="page">
                        <wp:posOffset>2540</wp:posOffset>
                      </wp:positionH>
                      <wp:positionV relativeFrom="page">
                        <wp:posOffset>215900</wp:posOffset>
                      </wp:positionV>
                      <wp:extent cx="1964690" cy="361950"/>
                      <wp:effectExtent l="0" t="0" r="16510" b="0"/>
                      <wp:wrapNone/>
                      <wp:docPr id="129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4690" cy="3619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F36D8" w:rsidRPr="00FA7ABC" w:rsidRDefault="007F36D8" w:rsidP="00C003D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7F7F7F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Abdominal Aorta diameter</w:t>
                                  </w: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Ectatic 2.3cm max distally.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2" o:spid="_x0000_s1026" type="#_x0000_t202" style="position:absolute;margin-left:.2pt;margin-top:17pt;width:154.7pt;height:28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" filled="f" stroked="f" strokeweight=".5pt">
                      <v:textbox inset="0,0,0,0">
                        <w:txbxContent>
                          <w:p w:rsidR="007F36D8" w:rsidRPr="00FA7ABC" w:rsidRDefault="007F36D8" w:rsidP="00C003D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7F7F7F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Abdominal Aorta diameter</w:t>
                            </w: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=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Ectatic</w:t>
                            </w:r>
                            <w:proofErr w:type="spellEnd"/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2.3cm max distally.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1" layoutInCell="1" allowOverlap="1" wp14:anchorId="4F221D69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953770</wp:posOffset>
                      </wp:positionV>
                      <wp:extent cx="2363470" cy="3271520"/>
                      <wp:effectExtent l="0" t="0" r="17780" b="6985"/>
                      <wp:wrapNone/>
                      <wp:docPr id="128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3470" cy="32715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F36D8" w:rsidRDefault="007F36D8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LEFT LEG:</w:t>
                                  </w:r>
                                </w:p>
                                <w:p w:rsidR="007F36D8" w:rsidRPr="002A76FD" w:rsidRDefault="007F36D8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7F36D8" w:rsidRPr="002A3DFD" w:rsidRDefault="007F36D8" w:rsidP="002A3DF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  <w:highlight w:val="yellow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CIA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Occluded proximally</w:t>
                                  </w:r>
                                </w:p>
                                <w:p w:rsidR="007F36D8" w:rsidRDefault="007F36D8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7F36D8" w:rsidRPr="002A76FD" w:rsidRDefault="007F36D8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EIA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Dampened monophasic </w:t>
                                  </w:r>
                                </w:p>
                                <w:p w:rsidR="007F36D8" w:rsidRPr="002A76FD" w:rsidRDefault="007F36D8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7F36D8" w:rsidRDefault="007F36D8" w:rsidP="002A3DF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CFA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dampened monophasic </w:t>
                                  </w:r>
                                </w:p>
                                <w:p w:rsidR="007F36D8" w:rsidRPr="002A76FD" w:rsidRDefault="007F36D8" w:rsidP="002A3DF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7F36D8" w:rsidRDefault="007F36D8" w:rsidP="002A3DF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PFA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dampened monophasic </w:t>
                                  </w:r>
                                </w:p>
                                <w:p w:rsidR="007F36D8" w:rsidRPr="002A76FD" w:rsidRDefault="007F36D8" w:rsidP="002A3DF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7F36D8" w:rsidRPr="002A76FD" w:rsidRDefault="007F36D8" w:rsidP="002A3DF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SFA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dampened monophasic </w:t>
                                  </w:r>
                                </w:p>
                                <w:p w:rsidR="007F36D8" w:rsidRPr="002A76FD" w:rsidRDefault="007F36D8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7F36D8" w:rsidRPr="002A76FD" w:rsidRDefault="007F36D8" w:rsidP="002A3DF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Pop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=</w:t>
                                  </w:r>
                                  <w:r w:rsidRPr="00F55627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dampened monophasic </w:t>
                                  </w:r>
                                </w:p>
                                <w:p w:rsidR="007F36D8" w:rsidRPr="002A76FD" w:rsidRDefault="007F36D8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7F36D8" w:rsidRDefault="007F36D8" w:rsidP="007F36D8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TPT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dampened monophasic </w:t>
                                  </w:r>
                                </w:p>
                                <w:p w:rsidR="007F36D8" w:rsidRPr="002A76FD" w:rsidRDefault="007F36D8" w:rsidP="002A3DF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7F36D8" w:rsidRPr="002A76FD" w:rsidRDefault="007F36D8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7F36D8" w:rsidRDefault="007F36D8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Run off:</w:t>
                                  </w:r>
                                  <w:r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</w:p>
                                <w:p w:rsidR="007F36D8" w:rsidRPr="002A76FD" w:rsidRDefault="007F36D8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7F36D8" w:rsidRDefault="007F36D8" w:rsidP="002A3DF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ATA =Severely dampened monophasic distally. </w:t>
                                  </w:r>
                                </w:p>
                                <w:p w:rsidR="007F36D8" w:rsidRPr="002A76FD" w:rsidRDefault="007F36D8" w:rsidP="002A3DF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7F36D8" w:rsidRDefault="007F36D8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PTA =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Severely dampened monophasic distally.</w:t>
                                  </w:r>
                                </w:p>
                                <w:p w:rsidR="007F36D8" w:rsidRPr="002A76FD" w:rsidRDefault="007F36D8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7F36D8" w:rsidRPr="002A76FD" w:rsidRDefault="007F36D8" w:rsidP="002A3DF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Peroneal =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Severely dampened monophasic distally.</w:t>
                                  </w:r>
                                </w:p>
                                <w:p w:rsidR="007F36D8" w:rsidRPr="002A76FD" w:rsidRDefault="007F36D8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27" type="#_x0000_t202" style="position:absolute;margin-left:.55pt;margin-top:75.1pt;width:186.1pt;height:257.6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" filled="f" stroked="f" strokeweight=".5pt">
                      <v:textbox style="mso-fit-shape-to-text:t" inset="0,0,0,0">
                        <w:txbxContent>
                          <w:p w:rsidR="007F36D8" w:rsidRDefault="007F36D8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LEFT LEG:</w:t>
                            </w:r>
                          </w:p>
                          <w:p w:rsidR="007F36D8" w:rsidRPr="002A76FD" w:rsidRDefault="007F36D8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7F36D8" w:rsidRPr="002A3DFD" w:rsidRDefault="007F36D8" w:rsidP="002A3DF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  <w:highlight w:val="yellow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CIA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Occluded proximally</w:t>
                            </w:r>
                          </w:p>
                          <w:p w:rsidR="007F36D8" w:rsidRDefault="007F36D8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7F36D8" w:rsidRPr="002A76FD" w:rsidRDefault="007F36D8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EIA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Dampened monophasic </w:t>
                            </w:r>
                          </w:p>
                          <w:p w:rsidR="007F36D8" w:rsidRPr="002A76FD" w:rsidRDefault="007F36D8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7F36D8" w:rsidRDefault="007F36D8" w:rsidP="002A3DF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CFA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dampened monophasic </w:t>
                            </w:r>
                          </w:p>
                          <w:p w:rsidR="007F36D8" w:rsidRPr="002A76FD" w:rsidRDefault="007F36D8" w:rsidP="002A3DF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7F36D8" w:rsidRDefault="007F36D8" w:rsidP="002A3DF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PFA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dampened monophasic </w:t>
                            </w:r>
                          </w:p>
                          <w:p w:rsidR="007F36D8" w:rsidRPr="002A76FD" w:rsidRDefault="007F36D8" w:rsidP="002A3DF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7F36D8" w:rsidRPr="002A76FD" w:rsidRDefault="007F36D8" w:rsidP="002A3DF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SFA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dampened monophasic </w:t>
                            </w:r>
                          </w:p>
                          <w:p w:rsidR="007F36D8" w:rsidRPr="002A76FD" w:rsidRDefault="007F36D8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7F36D8" w:rsidRPr="002A76FD" w:rsidRDefault="007F36D8" w:rsidP="002A3DF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>Pop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=</w:t>
                            </w:r>
                            <w:r w:rsidRPr="00F55627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dampened monophasic </w:t>
                            </w:r>
                          </w:p>
                          <w:p w:rsidR="007F36D8" w:rsidRPr="002A76FD" w:rsidRDefault="007F36D8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7F36D8" w:rsidRDefault="007F36D8" w:rsidP="007F36D8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TPT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dampened monophasic </w:t>
                            </w:r>
                          </w:p>
                          <w:p w:rsidR="007F36D8" w:rsidRPr="002A76FD" w:rsidRDefault="007F36D8" w:rsidP="002A3DF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7F36D8" w:rsidRPr="002A76FD" w:rsidRDefault="007F36D8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7F36D8" w:rsidRDefault="007F36D8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Run off:</w:t>
                            </w: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7F36D8" w:rsidRPr="002A76FD" w:rsidRDefault="007F36D8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7F36D8" w:rsidRDefault="007F36D8" w:rsidP="002A3DF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ATA =</w:t>
                            </w:r>
                            <w:proofErr w:type="gramStart"/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Severely</w:t>
                            </w:r>
                            <w:proofErr w:type="gramEnd"/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dampened monophasic distally. </w:t>
                            </w:r>
                          </w:p>
                          <w:p w:rsidR="007F36D8" w:rsidRPr="002A76FD" w:rsidRDefault="007F36D8" w:rsidP="002A3DF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7F36D8" w:rsidRDefault="007F36D8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>PTA =</w:t>
                            </w:r>
                            <w:proofErr w:type="gramStart"/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Severely</w:t>
                            </w:r>
                            <w:proofErr w:type="gramEnd"/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dampened monophasic distally.</w:t>
                            </w:r>
                          </w:p>
                          <w:p w:rsidR="007F36D8" w:rsidRPr="002A76FD" w:rsidRDefault="007F36D8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7F36D8" w:rsidRPr="002A76FD" w:rsidRDefault="007F36D8" w:rsidP="002A3DF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>Peroneal =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Severely</w:t>
                            </w:r>
                            <w:proofErr w:type="gramEnd"/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dampened monophasic distally.</w:t>
                            </w:r>
                          </w:p>
                          <w:p w:rsidR="007F36D8" w:rsidRPr="002A76FD" w:rsidRDefault="007F36D8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  <w:p w:rsidR="00734451" w:rsidRPr="00734451" w:rsidRDefault="00734451" w:rsidP="00734451"/>
          <w:p w:rsidR="00734451" w:rsidRPr="00734451" w:rsidRDefault="007F36D8" w:rsidP="00734451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3081212</wp:posOffset>
                      </wp:positionH>
                      <wp:positionV relativeFrom="paragraph">
                        <wp:posOffset>61456</wp:posOffset>
                      </wp:positionV>
                      <wp:extent cx="123741" cy="178454"/>
                      <wp:effectExtent l="0" t="0" r="10160" b="12065"/>
                      <wp:wrapNone/>
                      <wp:docPr id="3" name="Freeform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741" cy="178454"/>
                              </a:xfrm>
                              <a:custGeom>
                                <a:avLst/>
                                <a:gdLst>
                                  <a:gd name="connsiteX0" fmla="*/ 4198 w 123741"/>
                                  <a:gd name="connsiteY0" fmla="*/ 1906 h 178454"/>
                                  <a:gd name="connsiteX1" fmla="*/ 36003 w 123741"/>
                                  <a:gd name="connsiteY1" fmla="*/ 89370 h 178454"/>
                                  <a:gd name="connsiteX2" fmla="*/ 123467 w 123741"/>
                                  <a:gd name="connsiteY2" fmla="*/ 176835 h 178454"/>
                                  <a:gd name="connsiteX3" fmla="*/ 4198 w 123741"/>
                                  <a:gd name="connsiteY3" fmla="*/ 1906 h 17845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23741" h="178454">
                                    <a:moveTo>
                                      <a:pt x="4198" y="1906"/>
                                    </a:moveTo>
                                    <a:cubicBezTo>
                                      <a:pt x="-10379" y="-12671"/>
                                      <a:pt x="16125" y="60215"/>
                                      <a:pt x="36003" y="89370"/>
                                    </a:cubicBezTo>
                                    <a:cubicBezTo>
                                      <a:pt x="55881" y="118525"/>
                                      <a:pt x="128768" y="190087"/>
                                      <a:pt x="123467" y="176835"/>
                                    </a:cubicBezTo>
                                    <a:cubicBezTo>
                                      <a:pt x="118166" y="163583"/>
                                      <a:pt x="18775" y="16483"/>
                                      <a:pt x="4198" y="190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" o:spid="_x0000_s1026" style="position:absolute;margin-left:242.6pt;margin-top:4.85pt;width:9.75pt;height:14.0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3741,178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" path="m4198,1906c-10379,-12671,16125,60215,36003,89370v19878,29155,92765,100717,87464,87465c118166,163583,18775,16483,4198,1906xe" fillcolor="#0d0d0d [3069]" strokecolor="#0d0d0d [3069]" strokeweight="1pt">
                      <v:stroke joinstyle="miter"/>
                      <v:path arrowok="t" o:connecttype="custom" o:connectlocs="4198,1906;36003,89370;123467,176835;4198,1906" o:connectangles="0,0,0,0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2949986</wp:posOffset>
                      </wp:positionH>
                      <wp:positionV relativeFrom="paragraph">
                        <wp:posOffset>118123</wp:posOffset>
                      </wp:positionV>
                      <wp:extent cx="205642" cy="240271"/>
                      <wp:effectExtent l="0" t="0" r="23495" b="26670"/>
                      <wp:wrapNone/>
                      <wp:docPr id="2" name="Freeform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5642" cy="240271"/>
                              </a:xfrm>
                              <a:custGeom>
                                <a:avLst/>
                                <a:gdLst>
                                  <a:gd name="connsiteX0" fmla="*/ 252 w 205642"/>
                                  <a:gd name="connsiteY0" fmla="*/ 16801 h 240271"/>
                                  <a:gd name="connsiteX1" fmla="*/ 151326 w 205642"/>
                                  <a:gd name="connsiteY1" fmla="*/ 24752 h 240271"/>
                                  <a:gd name="connsiteX2" fmla="*/ 191083 w 205642"/>
                                  <a:gd name="connsiteY2" fmla="*/ 96314 h 240271"/>
                                  <a:gd name="connsiteX3" fmla="*/ 191083 w 205642"/>
                                  <a:gd name="connsiteY3" fmla="*/ 239437 h 240271"/>
                                  <a:gd name="connsiteX4" fmla="*/ 252 w 205642"/>
                                  <a:gd name="connsiteY4" fmla="*/ 16801 h 24027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05642" h="240271">
                                    <a:moveTo>
                                      <a:pt x="252" y="16801"/>
                                    </a:moveTo>
                                    <a:cubicBezTo>
                                      <a:pt x="-6374" y="-18980"/>
                                      <a:pt x="119521" y="11500"/>
                                      <a:pt x="151326" y="24752"/>
                                    </a:cubicBezTo>
                                    <a:cubicBezTo>
                                      <a:pt x="183131" y="38004"/>
                                      <a:pt x="184457" y="60533"/>
                                      <a:pt x="191083" y="96314"/>
                                    </a:cubicBezTo>
                                    <a:cubicBezTo>
                                      <a:pt x="197709" y="132095"/>
                                      <a:pt x="220238" y="251364"/>
                                      <a:pt x="191083" y="239437"/>
                                    </a:cubicBezTo>
                                    <a:cubicBezTo>
                                      <a:pt x="161928" y="227510"/>
                                      <a:pt x="6878" y="52582"/>
                                      <a:pt x="252" y="1680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2" o:spid="_x0000_s1026" style="position:absolute;margin-left:232.3pt;margin-top:9.3pt;width:16.2pt;height:18.9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5642,240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" path="m252,16801v-6626,-35781,119269,-5301,151074,7951c183131,38004,184457,60533,191083,96314v6626,35781,29155,155050,,143123c161928,227510,6878,52582,252,16801xe" fillcolor="#0d0d0d [3069]" strokecolor="#0d0d0d [3069]" strokeweight="1pt">
                      <v:stroke joinstyle="miter"/>
                      <v:path arrowok="t" o:connecttype="custom" o:connectlocs="252,16801;151326,24752;191083,96314;191083,239437;252,16801" o:connectangles="0,0,0,0,0"/>
                    </v:shape>
                  </w:pict>
                </mc:Fallback>
              </mc:AlternateContent>
            </w:r>
          </w:p>
          <w:p w:rsidR="00734451" w:rsidRPr="00734451" w:rsidRDefault="00734451" w:rsidP="00734451"/>
          <w:p w:rsidR="00734451" w:rsidRPr="00734451" w:rsidRDefault="00734451" w:rsidP="00734451"/>
          <w:p w:rsidR="00734451" w:rsidRPr="00734451" w:rsidRDefault="00734451" w:rsidP="00734451"/>
          <w:p w:rsidR="00734451" w:rsidRPr="00734451" w:rsidRDefault="00734451" w:rsidP="00734451"/>
          <w:p w:rsidR="00734451" w:rsidRPr="00734451" w:rsidRDefault="00734451" w:rsidP="00734451"/>
          <w:p w:rsidR="00734451" w:rsidRPr="00734451" w:rsidRDefault="00734451" w:rsidP="00734451"/>
          <w:p w:rsidR="00734451" w:rsidRPr="00734451" w:rsidRDefault="00734451" w:rsidP="00734451"/>
          <w:p w:rsidR="00734451" w:rsidRPr="00734451" w:rsidRDefault="00734451" w:rsidP="00734451"/>
          <w:p w:rsidR="00734451" w:rsidRDefault="00734451" w:rsidP="00734451"/>
          <w:p w:rsidR="00813362" w:rsidRPr="00734451" w:rsidRDefault="007F36D8" w:rsidP="00734451">
            <w:pPr>
              <w:tabs>
                <w:tab w:val="left" w:pos="6345"/>
              </w:tabs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4055469</wp:posOffset>
                      </wp:positionH>
                      <wp:positionV relativeFrom="paragraph">
                        <wp:posOffset>793170</wp:posOffset>
                      </wp:positionV>
                      <wp:extent cx="2011680" cy="978011"/>
                      <wp:effectExtent l="0" t="0" r="26670" b="12700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11680" cy="97801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7F36D8" w:rsidRDefault="007F36D8">
                                  <w:r>
                                    <w:t>ABPI = .70</w:t>
                                  </w:r>
                                </w:p>
                                <w:p w:rsidR="007F36D8" w:rsidRDefault="007F36D8">
                                  <w:r>
                                    <w:t>PTA 78mmHg   Brachial 110</w:t>
                                  </w:r>
                                </w:p>
                                <w:p w:rsidR="007F36D8" w:rsidRDefault="007F36D8">
                                  <w:r>
                                    <w:t>ATA 62mmHg</w:t>
                                  </w:r>
                                </w:p>
                                <w:p w:rsidR="007F36D8" w:rsidRDefault="007F36D8"/>
                                <w:p w:rsidR="007F36D8" w:rsidRDefault="007F36D8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4" o:spid="_x0000_s1028" type="#_x0000_t202" style="position:absolute;margin-left:319.35pt;margin-top:62.45pt;width:158.4pt;height:77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" fillcolor="white [3201]" strokeweight=".5pt">
                      <v:textbox>
                        <w:txbxContent>
                          <w:p w:rsidR="007F36D8" w:rsidRDefault="007F36D8">
                            <w:r>
                              <w:t>ABPI = .70</w:t>
                            </w:r>
                          </w:p>
                          <w:p w:rsidR="007F36D8" w:rsidRDefault="007F36D8">
                            <w:r>
                              <w:t>PTA 78mmHg   Brachial 110</w:t>
                            </w:r>
                          </w:p>
                          <w:p w:rsidR="007F36D8" w:rsidRDefault="007F36D8">
                            <w:r>
                              <w:t>ATA 62mmHg</w:t>
                            </w:r>
                          </w:p>
                          <w:p w:rsidR="007F36D8" w:rsidRDefault="007F36D8"/>
                          <w:p w:rsidR="007F36D8" w:rsidRDefault="007F36D8"/>
                        </w:txbxContent>
                      </v:textbox>
                    </v:shape>
                  </w:pict>
                </mc:Fallback>
              </mc:AlternateContent>
            </w:r>
            <w:r w:rsidR="00734451">
              <w:tab/>
            </w:r>
          </w:p>
        </w:tc>
      </w:tr>
      <w:tr w:rsidR="009E0202" w:rsidRPr="00316518" w:rsidTr="007F36D8">
        <w:trPr>
          <w:trHeight w:hRule="exact" w:val="7326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43447A" w:rsidRDefault="00C93B52" w:rsidP="0043447A">
            <w:pPr>
              <w:jc w:val="both"/>
            </w:pPr>
            <w:r>
              <w:lastRenderedPageBreak/>
              <w:t>Report:</w:t>
            </w:r>
            <w:r w:rsidR="0043447A" w:rsidRPr="0043447A">
              <w:t xml:space="preserve"> </w:t>
            </w:r>
          </w:p>
          <w:p w:rsidR="007F36D8" w:rsidRDefault="007F36D8" w:rsidP="007F36D8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Abdomen</w:t>
            </w:r>
          </w:p>
          <w:p w:rsidR="007F36D8" w:rsidRDefault="007F36D8" w:rsidP="007F36D8">
            <w:r>
              <w:t xml:space="preserve">The abdominal aorta is patent although slightly ectatic with a max measurement of 2.3cm distally. </w:t>
            </w:r>
          </w:p>
          <w:p w:rsidR="007F36D8" w:rsidRDefault="007F36D8" w:rsidP="007F36D8">
            <w:r>
              <w:t>The Right CIA is patent with triphasic waveforms in the EIA.</w:t>
            </w:r>
          </w:p>
          <w:p w:rsidR="007F36D8" w:rsidRDefault="007F36D8" w:rsidP="007F36D8">
            <w:r>
              <w:t xml:space="preserve">The Left CIA appears to be slender with calcific atheroma. Bowel gas is obscuring some of the CIA. The EIA is patent with dampened monophasic waveforms, suggestive of proximal occlusion. </w:t>
            </w:r>
          </w:p>
          <w:p w:rsidR="007F36D8" w:rsidRDefault="007F36D8" w:rsidP="007F36D8">
            <w:r>
              <w:t xml:space="preserve">The mid-distal CIA is observed to have monophasic waveforms mostly likely the site of reformation. </w:t>
            </w:r>
          </w:p>
          <w:p w:rsidR="007F36D8" w:rsidRDefault="007F36D8" w:rsidP="007F36D8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Left Lower extremity:</w:t>
            </w:r>
          </w:p>
          <w:p w:rsidR="007F36D8" w:rsidRDefault="007F36D8" w:rsidP="007F36D8">
            <w:r>
              <w:t xml:space="preserve">The CFA, Prodfunda femoris, and SFA are patent with mild diffuse heterogeneous irregular atheroma, dampened monophasic waveforms are observed to the adductors canal. </w:t>
            </w:r>
          </w:p>
          <w:p w:rsidR="007F36D8" w:rsidRDefault="007F36D8" w:rsidP="007F36D8">
            <w:r>
              <w:t xml:space="preserve">The TPT, PT (7cm/s), Peroneal (7cm/s), and ATA (11cm/s) are all patent throughout with severely dampened monophasic waveforms imaged at the ankle. </w:t>
            </w:r>
          </w:p>
          <w:p w:rsidR="007F36D8" w:rsidRDefault="007F36D8" w:rsidP="007F36D8">
            <w:r>
              <w:t xml:space="preserve">Please see iCare for full illustration. </w:t>
            </w:r>
          </w:p>
          <w:p w:rsidR="00F55627" w:rsidRPr="0043447A" w:rsidRDefault="00F55627" w:rsidP="0071211D">
            <w:pPr>
              <w:jc w:val="both"/>
            </w:pPr>
          </w:p>
        </w:tc>
      </w:tr>
      <w:tr w:rsidR="009D4370" w:rsidTr="003E131B">
        <w:trPr>
          <w:trHeight w:hRule="exact" w:val="1701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D4370" w:rsidRDefault="009D4370" w:rsidP="009D4370">
            <w:pPr>
              <w:pStyle w:val="CUSTOMColumnText"/>
            </w:pPr>
          </w:p>
        </w:tc>
      </w:tr>
    </w:tbl>
    <w:p w:rsidR="00F97841" w:rsidRDefault="00F97841" w:rsidP="008C4F7F">
      <w:pPr>
        <w:pStyle w:val="CUSTOMNormal"/>
      </w:pPr>
    </w:p>
    <w:sectPr w:rsidR="00F97841" w:rsidSect="00316518">
      <w:headerReference w:type="default" r:id="rId7"/>
      <w:headerReference w:type="first" r:id="rId8"/>
      <w:footerReference w:type="first" r:id="rId9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6D8" w:rsidRDefault="007F36D8" w:rsidP="005748E3">
      <w:pPr>
        <w:spacing w:after="0" w:line="240" w:lineRule="auto"/>
      </w:pPr>
      <w:r>
        <w:separator/>
      </w:r>
    </w:p>
  </w:endnote>
  <w:endnote w:type="continuationSeparator" w:id="0">
    <w:p w:rsidR="007F36D8" w:rsidRDefault="007F36D8" w:rsidP="0057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6D8" w:rsidRDefault="007F36D8" w:rsidP="00734451">
    <w:pPr>
      <w:pStyle w:val="Footer"/>
      <w:spacing w:before="240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4F221D78">
              <wp:simplePos x="0" y="0"/>
              <wp:positionH relativeFrom="column">
                <wp:posOffset>269875</wp:posOffset>
              </wp:positionH>
              <wp:positionV relativeFrom="paragraph">
                <wp:posOffset>-1040130</wp:posOffset>
              </wp:positionV>
              <wp:extent cx="6003925" cy="419100"/>
              <wp:effectExtent l="12700" t="7620" r="3175" b="11430"/>
              <wp:wrapNone/>
              <wp:docPr id="1" name="Group 1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03925" cy="419100"/>
                        <a:chOff x="1276" y="14226"/>
                        <a:chExt cx="9455" cy="660"/>
                      </a:xfrm>
                    </wpg:grpSpPr>
                    <wpg:grpSp>
                      <wpg:cNvPr id="13" name="Group 117"/>
                      <wpg:cNvGrpSpPr>
                        <a:grpSpLocks/>
                      </wpg:cNvGrpSpPr>
                      <wpg:grpSpPr bwMode="auto">
                        <a:xfrm>
                          <a:off x="1276" y="14394"/>
                          <a:ext cx="3977" cy="433"/>
                          <a:chOff x="1276" y="14394"/>
                          <a:chExt cx="3977" cy="433"/>
                        </a:xfrm>
                      </wpg:grpSpPr>
                      <wpg:grpSp>
                        <wpg:cNvPr id="14" name="Group 111"/>
                        <wpg:cNvGrpSpPr>
                          <a:grpSpLocks/>
                        </wpg:cNvGrpSpPr>
                        <wpg:grpSpPr bwMode="auto">
                          <a:xfrm>
                            <a:off x="1276" y="14394"/>
                            <a:ext cx="1918" cy="433"/>
                            <a:chOff x="1276" y="14394"/>
                            <a:chExt cx="1918" cy="433"/>
                          </a:xfrm>
                        </wpg:grpSpPr>
                        <wps:wsp>
                          <wps:cNvPr id="15" name="Rectangle 82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6" y="14394"/>
                              <a:ext cx="369" cy="36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69" y="14458"/>
                              <a:ext cx="1425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F36D8" w:rsidRPr="00734451" w:rsidRDefault="007F36D8" w:rsidP="008147B4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Black colour fill indicates stenosis or occlusion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112"/>
                        <wpg:cNvGrpSpPr>
                          <a:grpSpLocks/>
                        </wpg:cNvGrpSpPr>
                        <wpg:grpSpPr bwMode="auto">
                          <a:xfrm>
                            <a:off x="3304" y="14394"/>
                            <a:ext cx="1949" cy="433"/>
                            <a:chOff x="3304" y="14394"/>
                            <a:chExt cx="1949" cy="433"/>
                          </a:xfrm>
                        </wpg:grpSpPr>
                        <wps:wsp>
                          <wps:cNvPr id="18" name="Rectangle 91"/>
                          <wps:cNvSpPr>
                            <a:spLocks noChangeArrowheads="1"/>
                          </wps:cNvSpPr>
                          <wps:spPr bwMode="auto">
                            <a:xfrm>
                              <a:off x="3304" y="14394"/>
                              <a:ext cx="369" cy="369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1"/>
                              <a:srcRect/>
                              <a:tile tx="0" ty="0" sx="100000" sy="100000" flip="none" algn="tl"/>
                            </a:blip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Text Box 9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97" y="14458"/>
                              <a:ext cx="1456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F36D8" w:rsidRPr="00734451" w:rsidRDefault="007F36D8" w:rsidP="008147B4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Grey and white texture indicates calcified plaque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20" name="Group 119"/>
                      <wpg:cNvGrpSpPr>
                        <a:grpSpLocks/>
                      </wpg:cNvGrpSpPr>
                      <wpg:grpSpPr bwMode="auto">
                        <a:xfrm>
                          <a:off x="5382" y="14226"/>
                          <a:ext cx="5349" cy="660"/>
                          <a:chOff x="5382" y="14226"/>
                          <a:chExt cx="5349" cy="660"/>
                        </a:xfrm>
                      </wpg:grpSpPr>
                      <wpg:grpSp>
                        <wpg:cNvPr id="21" name="Group 99"/>
                        <wpg:cNvGrpSpPr>
                          <a:grpSpLocks/>
                        </wpg:cNvGrpSpPr>
                        <wpg:grpSpPr bwMode="auto">
                          <a:xfrm>
                            <a:off x="9328" y="14226"/>
                            <a:ext cx="1403" cy="660"/>
                            <a:chOff x="9265" y="14228"/>
                            <a:chExt cx="1403" cy="660"/>
                          </a:xfrm>
                        </wpg:grpSpPr>
                        <wps:wsp>
                          <wps:cNvPr id="31" name="AutoShape 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65" y="14228"/>
                              <a:ext cx="1" cy="66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B05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4" name="AutoShape 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61" y="14228"/>
                              <a:ext cx="1" cy="66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B05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" name="Text Box 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65" y="14481"/>
                              <a:ext cx="1203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F36D8" w:rsidRPr="00734451" w:rsidRDefault="007F36D8" w:rsidP="008147B4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Dashed green line indicates stent in situ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37" name="Group 118"/>
                        <wpg:cNvGrpSpPr>
                          <a:grpSpLocks/>
                        </wpg:cNvGrpSpPr>
                        <wpg:grpSpPr bwMode="auto">
                          <a:xfrm>
                            <a:off x="5382" y="14226"/>
                            <a:ext cx="3859" cy="660"/>
                            <a:chOff x="5382" y="14226"/>
                            <a:chExt cx="3859" cy="660"/>
                          </a:xfrm>
                        </wpg:grpSpPr>
                        <wpg:grpSp>
                          <wpg:cNvPr id="138" name="Group 100"/>
                          <wpg:cNvGrpSpPr>
                            <a:grpSpLocks/>
                          </wpg:cNvGrpSpPr>
                          <wpg:grpSpPr bwMode="auto">
                            <a:xfrm>
                              <a:off x="7099" y="14394"/>
                              <a:ext cx="2142" cy="425"/>
                              <a:chOff x="7066" y="14396"/>
                              <a:chExt cx="2142" cy="425"/>
                            </a:xfrm>
                          </wpg:grpSpPr>
                          <wps:wsp>
                            <wps:cNvPr id="139" name="Rectangle 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066" y="14396"/>
                                <a:ext cx="369" cy="3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0" name="Text Box 9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559" y="14452"/>
                                <a:ext cx="1649" cy="3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F36D8" w:rsidRPr="00734451" w:rsidRDefault="007F36D8" w:rsidP="008147B4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734451">
                                    <w:rPr>
                                      <w:sz w:val="12"/>
                                      <w:szCs w:val="12"/>
                                    </w:rPr>
                                    <w:t>Grey box indicates acoustic shadowing from calcification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45" name="Group 113"/>
                          <wpg:cNvGrpSpPr>
                            <a:grpSpLocks/>
                          </wpg:cNvGrpSpPr>
                          <wpg:grpSpPr bwMode="auto">
                            <a:xfrm>
                              <a:off x="5382" y="14226"/>
                              <a:ext cx="1576" cy="660"/>
                              <a:chOff x="5382" y="14226"/>
                              <a:chExt cx="1576" cy="660"/>
                            </a:xfrm>
                          </wpg:grpSpPr>
                          <wps:wsp>
                            <wps:cNvPr id="148" name="AutoShape 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382" y="14226"/>
                                <a:ext cx="1" cy="6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5F5F5F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1" name="Text Box 8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11" y="14458"/>
                                <a:ext cx="1447" cy="3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F36D8" w:rsidRPr="00734451" w:rsidRDefault="007F36D8" w:rsidP="008147B4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734451">
                                    <w:rPr>
                                      <w:sz w:val="12"/>
                                      <w:szCs w:val="12"/>
                                    </w:rPr>
                                    <w:t>Grey dotted line indicates medial wall calcification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0" o:spid="_x0000_s1031" style="position:absolute;margin-left:21.25pt;margin-top:-81.9pt;width:472.75pt;height:33pt;z-index:-251658240" coordorigin="1276,14226" coordsize="9455,6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">
              <v:group id="Group 117" o:spid="_x0000_s1032" style="position:absolute;left:1276;top:14394;width:3977;height:433" coordorigin="1276,14394" coordsize="3977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group id="Group 111" o:spid="_x0000_s1033" style="position:absolute;left:1276;top:14394;width:1918;height:433" coordorigin="1276,14394" coordsize="1918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82" o:spid="_x0000_s1034" style="position:absolute;left:1276;top:14394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Cc68IA&#10;AADaAAAADwAAAGRycy9kb3ducmV2LnhtbESPS2/CMBCE70j8B2uRuBGnqOkjYFDVJz0WuPS2ipc4&#10;aryO4gXSf19XQuI4mplvNMv14Ft1oj42gQ3cZDko4irYhmsD+93b7AFUFGSLbWAy8EsR1qvxaIml&#10;DWf+otNWapUgHEs04ES6UutYOfIYs9ARJ+8Qeo+SZF9r2+M5wX2r53l+pz02nBYcdvTsqPrZHr2B&#10;F/koHqXw76/NvXwPrijivPo0ZjoZnhaghAa5hi/tjTVwC/9X0g3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kJzrwgAAANoAAAAPAAAAAAAAAAAAAAAAAJgCAABkcnMvZG93&#10;bnJldi54bWxQSwUGAAAAAAQABAD1AAAAhwMAAAAA&#10;" fillcolor="black" strokeweight="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3" o:spid="_x0000_s1035" type="#_x0000_t202" style="position:absolute;left:1769;top:14458;width:1425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bBz8UA&#10;AADaAAAADwAAAGRycy9kb3ducmV2LnhtbESPT0vDQBTE70K/w/IK3uymPRRJuy3SP+BBra0Kentm&#10;n0lo9m3YfU3Tb+8KQo/DzPyGmS9716iOQqw9GxiPMlDEhbc1lwbe37Z396CiIFtsPJOBC0VYLgY3&#10;c8ytP/OeuoOUKkE45migEmlzrWNRkcM48i1x8n58cChJhlLbgOcEd42eZNlUO6w5LVTY0qqi4ng4&#10;OQPNZwxP35l8devyWV53+vSxGb8YczvsH2aghHq5hv/bj9bAFP6upBu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NsHPxQAAANoAAAAPAAAAAAAAAAAAAAAAAJgCAABkcnMv&#10;ZG93bnJldi54bWxQSwUGAAAAAAQABAD1AAAAigMAAAAA&#10;" filled="f" stroked="f" strokeweight=".5pt">
                    <v:textbox inset="0,0,0,0">
                      <w:txbxContent>
                        <w:p w:rsidR="008147B4" w:rsidRPr="00734451" w:rsidRDefault="008147B4" w:rsidP="008147B4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 xml:space="preserve">Black colour fill indicates </w:t>
                          </w:r>
                          <w:r w:rsidR="00A254D2" w:rsidRPr="00734451">
                            <w:rPr>
                              <w:sz w:val="12"/>
                              <w:szCs w:val="12"/>
                            </w:rPr>
                            <w:t xml:space="preserve">stenosis or </w:t>
                          </w:r>
                          <w:r w:rsidRPr="00734451">
                            <w:rPr>
                              <w:sz w:val="12"/>
                              <w:szCs w:val="12"/>
                            </w:rPr>
                            <w:t>occlusion</w:t>
                          </w:r>
                        </w:p>
                      </w:txbxContent>
                    </v:textbox>
                  </v:shape>
                </v:group>
                <v:group id="Group 112" o:spid="_x0000_s1036" style="position:absolute;left:3304;top:14394;width:1949;height:433" coordorigin="3304,14394" coordsize="1949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Rectangle 91" o:spid="_x0000_s1037" style="position:absolute;left:3304;top:14394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3LsIA&#10;AADaAAAADwAAAGRycy9kb3ducmV2LnhtbERPz2vCMBS+C/4P4Qm7yEwdMrauqYggmyDTqZfdHs2z&#10;KTYvpYm2+tcvh4HHj+93Nu9tLa7U+sqxgukkAUFcOF1xqeB4WD2/gfABWWPtmBTcyMM8Hw4yTLXr&#10;+Ieu+1CKGMI+RQUmhCaV0heGLPqJa4gjd3KtxRBhW0rdYhfDbS1fkuRVWqw4NhhsaGmoOO8vVsF2&#10;dVkvul++v993u2QzG4878/mt1NOoX3yACNSHh/jf/aUVxK3xSrwBM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OvcuwgAAANoAAAAPAAAAAAAAAAAAAAAAAJgCAABkcnMvZG93&#10;bnJldi54bWxQSwUGAAAAAAQABAD1AAAAhwMAAAAA&#10;" strokeweight=".5pt">
                    <v:fill r:id="rId2" o:title="" recolor="t" rotate="t" type="tile"/>
                  </v:rect>
                  <v:shape id="Text Box 92" o:spid="_x0000_s1038" type="#_x0000_t202" style="position:absolute;left:3797;top:14458;width:1456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lVvcUA&#10;AADaAAAADwAAAGRycy9kb3ducmV2LnhtbESPT2vCQBTE74V+h+UVeqsbPZSauopYBQ/9o7aF9vaa&#10;fU1Cs2/D7jPGb+8WBI/DzPyGmcx616iOQqw9GxgOMlDEhbc1lwY+3ld3D6CiIFtsPJOBI0WYTa+v&#10;Jphbf+AtdTspVYJwzNFAJdLmWseiIodx4Fvi5P364FCSDKW2AQ8J7ho9yrJ77bDmtFBhS4uKir/d&#10;3hlovmJ4/snku3sqX2Tzpvefy+GrMbc3/fwRlFAvl/C5vbYGxvB/Jd0APT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qVW9xQAAANoAAAAPAAAAAAAAAAAAAAAAAJgCAABkcnMv&#10;ZG93bnJldi54bWxQSwUGAAAAAAQABAD1AAAAigMAAAAA&#10;" filled="f" stroked="f" strokeweight=".5pt">
                    <v:textbox inset="0,0,0,0">
                      <w:txbxContent>
                        <w:p w:rsidR="00A254D2" w:rsidRPr="00734451" w:rsidRDefault="0086335B" w:rsidP="008147B4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Grey and white texture indicates calcified plaque</w:t>
                          </w:r>
                        </w:p>
                      </w:txbxContent>
                    </v:textbox>
                  </v:shape>
                </v:group>
              </v:group>
              <v:group id="Group 119" o:spid="_x0000_s1039" style="position:absolute;left:5382;top:14226;width:5349;height:660" coordorigin="5382,14226" coordsize="5349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<v:group id="Group 99" o:spid="_x0000_s1040" style="position:absolute;left:9328;top:14226;width:1403;height:660" coordorigin="9265,14228" coordsize="1403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94" o:spid="_x0000_s1041" type="#_x0000_t32" style="position:absolute;left:9265;top:14228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0sq8AAAADbAAAADwAAAGRycy9kb3ducmV2LnhtbERPS2rDMBDdF3oHMYXuajkphOBaCU1o&#10;Skw2+R1gsKaSqTUylhq7t48Cgezm8b5TLkfXigv1ofGsYJLlIIhrrxs2Cs6nzdscRIjIGlvPpOCf&#10;AiwXz08lFtoPfKDLMRqRQjgUqMDG2BVShtqSw5D5jjhxP753GBPsjdQ9DinctXKa5zPpsOHUYLGj&#10;taX69/jnFKz8vq6+Teh2m/e1r76Mlbt8VOr1Zfz8ABFpjA/x3b3Vaf4Ubr+kA+TiC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ldLKvAAAAA2wAAAA8AAAAAAAAAAAAAAAAA&#10;oQIAAGRycy9kb3ducmV2LnhtbFBLBQYAAAAABAAEAPkAAACOAwAAAAA=&#10;" strokecolor="#00b050" strokeweight="1pt">
                    <v:stroke dashstyle="dash"/>
                  </v:shape>
                  <v:shape id="AutoShape 95" o:spid="_x0000_s1042" type="#_x0000_t32" style="position:absolute;left:9361;top:14228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GJMMEAAADbAAAADwAAAGRycy9kb3ducmV2LnhtbERP3WrCMBS+F/YO4Qx2p6kTRDqjzLLK&#10;xBvt9gCH5iwpa05KE9vu7RdhsLvz8f2e7X5yrRioD41nBctFBoK49rpho+Dzo5xvQISIrLH1TAp+&#10;KMB+9zDbYq79yFcaqmhECuGQowIbY5dLGWpLDsPCd8SJ+/K9w5hgb6TucUzhrpXPWbaWDhtODRY7&#10;KizV39XNKTj4S306mtCdy1XhT2/GynM2KfX0OL2+gIg0xX/xn/tdp/kruP+SDp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EYkwwQAAANsAAAAPAAAAAAAAAAAAAAAA&#10;AKECAABkcnMvZG93bnJldi54bWxQSwUGAAAAAAQABAD5AAAAjwMAAAAA&#10;" strokecolor="#00b050" strokeweight="1pt">
                    <v:stroke dashstyle="dash"/>
                  </v:shape>
                  <v:shape id="Text Box 96" o:spid="_x0000_s1043" type="#_x0000_t202" style="position:absolute;left:9465;top:14481;width:1203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tRScMA&#10;AADbAAAADwAAAGRycy9kb3ducmV2LnhtbERPS2vCQBC+F/oflin0VjdKKZ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6tRScMAAADbAAAADwAAAAAAAAAAAAAAAACYAgAAZHJzL2Rv&#10;d25yZXYueG1sUEsFBgAAAAAEAAQA9QAAAIgDAAAAAA==&#10;" filled="f" stroked="f" strokeweight=".5pt">
                    <v:textbox inset="0,0,0,0">
                      <w:txbxContent>
                        <w:p w:rsidR="0086335B" w:rsidRPr="00734451" w:rsidRDefault="0086335B" w:rsidP="008147B4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Dashed green line indicates stent in situ</w:t>
                          </w:r>
                        </w:p>
                      </w:txbxContent>
                    </v:textbox>
                  </v:shape>
                </v:group>
                <v:group id="Group 118" o:spid="_x0000_s1044" style="position:absolute;left:5382;top:14226;width:3859;height:660" coordorigin="5382,14226" coordsize="3859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group id="Group 100" o:spid="_x0000_s1045" style="position:absolute;left:7099;top:14394;width:2142;height:425" coordorigin="7066,14396" coordsize="2142,4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<v:rect id="Rectangle 97" o:spid="_x0000_s1046" style="position:absolute;left:7066;top:14396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5WiMMA&#10;AADbAAAADwAAAGRycy9kb3ducmV2LnhtbERP22rCQBB9L/gPywh9qxtbsBLdhCIKFixewdcxOyah&#10;2dl0d6tpv74rFHybw7nONO9MIy7kfG1ZwXCQgCAurK65VHDYL57GIHxA1thYJgU/5CHPeg9TTLW9&#10;8pYuu1CKGMI+RQVVCG0qpS8qMugHtiWO3Nk6gyFCV0rt8BrDTSOfk2QkDdYcGypsaVZR8bn7Ngrc&#10;/HCcj+r1y2b1FVa/4649ffC7Uo/97m0CIlAX7uJ/91LH+a9w+yUe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5WiMMAAADbAAAADwAAAAAAAAAAAAAAAACYAgAAZHJzL2Rv&#10;d25yZXYueG1sUEsFBgAAAAAEAAQA9QAAAIgDAAAAAA==&#10;" fillcolor="#b2b2b2" strokeweight=".5pt"/>
                    <v:shape id="Text Box 98" o:spid="_x0000_s1047" type="#_x0000_t202" style="position:absolute;left:7559;top:14452;width:16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ZbTMUA&#10;AADbAAAADwAAAGRycy9kb3ducmV2LnhtbESPzU7DQAyE70i8w8pI3OimHCoUuq0QPxKHAm0Bqb2Z&#10;rEkist5o103D29cHJG62Zjzzeb4cQ2cGSrmN7GA6KcAQV9G3XDv4eH+6ugGTBdljF5kc/FKG5eL8&#10;bI6lj0fe0LCV2mgI5xIdNCJ9aW2uGgqYJ7EnVu07poCia6qtT3jU8NDZ66KY2YAta0ODPd03VP1s&#10;D8FBt8tp9VXIfnioX2T9Zg+fj9NX5y4vxrtbMEKj/Jv/rp+94ius/qID2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5ltMxQAAANsAAAAPAAAAAAAAAAAAAAAAAJgCAABkcnMv&#10;ZG93bnJldi54bWxQSwUGAAAAAAQABAD1AAAAigMAAAAA&#10;" filled="f" stroked="f" strokeweight=".5pt">
                      <v:textbox inset="0,0,0,0">
                        <w:txbxContent>
                          <w:p w:rsidR="0086335B" w:rsidRPr="00734451" w:rsidRDefault="0086335B" w:rsidP="008147B4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sz w:val="12"/>
                                <w:szCs w:val="12"/>
                              </w:rPr>
                            </w:pPr>
                            <w:r w:rsidRPr="00734451">
                              <w:rPr>
                                <w:sz w:val="12"/>
                                <w:szCs w:val="12"/>
                              </w:rPr>
                              <w:t xml:space="preserve">Grey box indicates acoustic shadowing from </w:t>
                            </w:r>
                            <w:r w:rsidR="00734451" w:rsidRPr="00734451">
                              <w:rPr>
                                <w:sz w:val="12"/>
                                <w:szCs w:val="12"/>
                              </w:rPr>
                              <w:t>calcification</w:t>
                            </w:r>
                          </w:p>
                        </w:txbxContent>
                      </v:textbox>
                    </v:shape>
                  </v:group>
                  <v:group id="Group 113" o:spid="_x0000_s1048" style="position:absolute;left:5382;top:14226;width:1576;height:660" coordorigin="5382,14226" coordsize="1576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shape id="AutoShape 86" o:spid="_x0000_s1049" type="#_x0000_t32" style="position:absolute;left:5382;top:14226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epd8AAAADbAAAADwAAAGRycy9kb3ducmV2LnhtbERPu27CMBTdK/EP1kViKw4ZKKQYBCio&#10;XctD6ngV3yYp8XVkm2D+vh4qMR6d92oTTScGcr61rGA2zUAQV1a3XCs4nw6vCxA+IGvsLJOCB3nY&#10;rEcvKyy0vfMXDcdQixTCvkAFTQh9IaWvGjLop7YnTtyPdQZDgq6W2uE9hZtO5lk2lwZbTg0N9rRv&#10;qLoeb0bBKc/KiNeL3r0tf7/Lh4372UdUajKO23cQgWJ4iv/dn1pBntanL+kHyPU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UnqXfAAAAA2wAAAA8AAAAAAAAAAAAAAAAA&#10;oQIAAGRycy9kb3ducmV2LnhtbFBLBQYAAAAABAAEAPkAAACOAwAAAAA=&#10;" strokecolor="#5f5f5f" strokeweight="1pt">
                      <v:stroke dashstyle="1 1"/>
                    </v:shape>
                    <v:shape id="Text Box 87" o:spid="_x0000_s1050" type="#_x0000_t202" style="position:absolute;left:5511;top:14458;width:144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A4bMUA&#10;AADbAAAADwAAAGRycy9kb3ducmV2LnhtbESPT2vCQBTE7wW/w/KE3uomHkpJXUXUQg/9p61gb6/Z&#10;ZxLMvg27z5h++26h0OMwM79hZovBtaqnEBvPBvJJBoq49LbhysDH+8PNHagoyBZbz2TgmyIs5qOr&#10;GRbWX3hL/U4qlSAcCzRQi3SF1rGsyWGc+I44eUcfHEqSodI24CXBXaunWXarHTacFmrsaFVTedqd&#10;nYH2EMPTVyaf/bp6lrdXfd5v8hdjrsfD8h6U0CD/4b/2ozUwzeH3S/oBe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sDhsxQAAANsAAAAPAAAAAAAAAAAAAAAAAJgCAABkcnMv&#10;ZG93bnJldi54bWxQSwUGAAAAAAQABAD1AAAAigMAAAAA&#10;" filled="f" stroked="f" strokeweight=".5pt">
                      <v:textbox inset="0,0,0,0">
                        <w:txbxContent>
                          <w:p w:rsidR="008147B4" w:rsidRPr="00734451" w:rsidRDefault="0086335B" w:rsidP="008147B4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sz w:val="12"/>
                                <w:szCs w:val="12"/>
                              </w:rPr>
                            </w:pPr>
                            <w:r w:rsidRPr="00734451">
                              <w:rPr>
                                <w:sz w:val="12"/>
                                <w:szCs w:val="12"/>
                              </w:rPr>
                              <w:t>Grey dotted line indicates medial wall calcification</w:t>
                            </w:r>
                          </w:p>
                        </w:txbxContent>
                      </v:textbox>
                    </v:shape>
                  </v:group>
                </v:group>
              </v:group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4144" behindDoc="1" locked="1" layoutInCell="1" allowOverlap="1" wp14:anchorId="4F221D79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6D8" w:rsidRDefault="007F36D8" w:rsidP="005748E3">
      <w:pPr>
        <w:spacing w:after="0" w:line="240" w:lineRule="auto"/>
      </w:pPr>
      <w:r>
        <w:separator/>
      </w:r>
    </w:p>
  </w:footnote>
  <w:footnote w:type="continuationSeparator" w:id="0">
    <w:p w:rsidR="007F36D8" w:rsidRDefault="007F36D8" w:rsidP="00574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6D8" w:rsidRDefault="007F36D8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 wp14:anchorId="4F221D72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8" name="Group 1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9" name="Picture 12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12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7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8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/znLjCAAAA2wAAAA8AAABkcnMvZG93bnJldi54bWxEj82KwjAUhfcDvkO4gptBU7sYajWKioKr&#10;gVFxfU2ubWlzU5pYO28/GRiY5eH8fJzVZrCN6KnzlWMF81kCglg7U3Gh4Ho5TjMQPiAbbByTgm/y&#10;sFmP3laYG/fiL+rPoRBxhH2OCsoQ2lxKr0uy6GeuJY7ew3UWQ5RdIU2HrzhuG5kmyYe0WHEklNjS&#10;viRdn582Qh78zJr39J7V18Pu85bpU19rpSbjYbsEEWgI/+G/9skoSBfw+yX+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85y4wgAAANsAAAAPAAAAAAAAAAAAAAAAAJ8C&#10;AABkcnMvZG93bnJldi54bWxQSwUGAAAAAAQABAD3AAAAjgMAAAAA&#10;">
                <v:imagedata r:id="rId3" o:title=""/>
              </v:shape>
              <v:shape id="Picture 129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+zLvBAAAA2wAAAA8AAABkcnMvZG93bnJldi54bWxET8tqwkAU3Qv9h+EK7szEKiLRUWxpinQh&#10;Jm33l8zNAzN30sw0xr/vLIQuD+e9O4ymFQP1rrGsYBHFIIgLqxuuFHx9pvMNCOeRNbaWScGdHBz2&#10;T5MdJtreOKMh95UIIewSVFB73yVSuqImgy6yHXHgStsb9AH2ldQ93kK4aeVzHK+lwYZDQ40dvdZU&#10;XPNfo6D8ScuPS+bx5X11zVffb+cLbc5KzabjcQvC0+j/xQ/3SStYhvXhS/gBcv8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K+zLvBAAAA2wAAAA8AAAAAAAAAAAAAAAAAnwIA&#10;AGRycy9kb3ducmV2LnhtbFBLBQYAAAAABAAEAPcAAACNAwAAAAA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7216" behindDoc="1" locked="1" layoutInCell="1" allowOverlap="1" wp14:anchorId="4F221D73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6192" behindDoc="1" locked="1" layoutInCell="1" allowOverlap="1" wp14:anchorId="4F221D74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6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36D8" w:rsidRDefault="007F36D8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9" type="#_x0000_t202" style="position:absolute;margin-left:42.55pt;margin-top:789.85pt;width:510.25pt;height:22.7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CPoJwf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9F19EF" w:rsidRDefault="009F19EF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6D8" w:rsidRDefault="007F36D8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4384" behindDoc="1" locked="1" layoutInCell="0" allowOverlap="1" wp14:anchorId="4CF99592">
          <wp:simplePos x="0" y="0"/>
          <wp:positionH relativeFrom="page">
            <wp:posOffset>2974975</wp:posOffset>
          </wp:positionH>
          <wp:positionV relativeFrom="page">
            <wp:posOffset>3359150</wp:posOffset>
          </wp:positionV>
          <wp:extent cx="1620520" cy="5598160"/>
          <wp:effectExtent l="0" t="0" r="0" b="2540"/>
          <wp:wrapNone/>
          <wp:docPr id="141" name="Picture 141" descr="Left_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1" descr="Left_2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5880" t="5458"/>
                  <a:stretch>
                    <a:fillRect/>
                  </a:stretch>
                </pic:blipFill>
                <pic:spPr bwMode="auto">
                  <a:xfrm>
                    <a:off x="0" y="0"/>
                    <a:ext cx="1620520" cy="559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1" locked="1" layoutInCell="0" allowOverlap="1" wp14:anchorId="4F221D76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3" name="Group 1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4" name="Picture 12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12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4" o:spid="_x0000_s1026" style="position:absolute;margin-left:42.55pt;margin-top:45.95pt;width:510.6pt;height:80.1pt;z-index:-251657216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5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yMybCAAAA2wAAAA8AAABkcnMvZG93bnJldi54bWxEj19rwjAUxd8Fv0O4A19kppYh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8jMmwgAAANsAAAAPAAAAAAAAAAAAAAAAAJ8C&#10;AABkcnMvZG93bnJldi54bWxQSwUGAAAAAAQABAD3AAAAjgMAAAAA&#10;">
                <v:imagedata r:id="rId4" o:title=""/>
              </v:shape>
              <v:shape id="Picture 126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Q+f7DAAAA2wAAAA8AAABkcnMvZG93bnJldi54bWxEj0+LwjAUxO8LfofwBG9rqugi1Sgqq4gH&#10;0ar3R/P6B5uXbhO1fnuzsLDHYWZ+w8wWranEgxpXWlYw6EcgiFOrS84VXM6bzwkI55E1VpZJwYsc&#10;LOadjxnG2j75RI/E5yJA2MWooPC+jqV0aUEGXd/WxMHLbGPQB9nkUjf4DHBTyWEUfUmDJYeFAmta&#10;F5TekrtRkP1ssv3x5HG1Hd2S0fX7cKTJQalet11OQXhq/X/4r73TCoZj+P0SfoCc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xD5/sMAAADbAAAADwAAAAAAAAAAAAAAAACf&#10;AgAAZHJzL2Rvd25yZXYueG1sUEsFBgAAAAAEAAQA9wAAAI8DAAAAAA==&#10;">
                <v:imagedata r:id="rId5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5168" behindDoc="1" locked="1" layoutInCell="1" allowOverlap="1" wp14:anchorId="4F221D77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2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36D8" w:rsidRDefault="007F36D8" w:rsidP="002E04BC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42.5pt;margin-top:789.75pt;width:510.25pt;height:22.7pt;z-index:-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OnN7U2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5D4909" w:rsidRDefault="005D4909" w:rsidP="002E04BC">
                    <w:pPr>
                      <w:pStyle w:val="CUSTOMFooterAddress"/>
                    </w:pPr>
                    <w:r>
                      <w:t>Vascular Lab | Main Outpatients</w:t>
                    </w:r>
                    <w:r w:rsidR="00226007">
                      <w:t xml:space="preserve">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4337">
      <o:colormru v:ext="edit" colors="#ddd,silver,#b2b2b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DFD"/>
    <w:rsid w:val="00000CAF"/>
    <w:rsid w:val="00002C57"/>
    <w:rsid w:val="0002322E"/>
    <w:rsid w:val="000304A4"/>
    <w:rsid w:val="00030ECC"/>
    <w:rsid w:val="00033B0B"/>
    <w:rsid w:val="00044A92"/>
    <w:rsid w:val="00047E48"/>
    <w:rsid w:val="0006170F"/>
    <w:rsid w:val="00075B57"/>
    <w:rsid w:val="00095E0A"/>
    <w:rsid w:val="000B1F8C"/>
    <w:rsid w:val="000C302A"/>
    <w:rsid w:val="000D03AD"/>
    <w:rsid w:val="000D12F2"/>
    <w:rsid w:val="000E220B"/>
    <w:rsid w:val="00137D03"/>
    <w:rsid w:val="0014708E"/>
    <w:rsid w:val="00156E8E"/>
    <w:rsid w:val="00181724"/>
    <w:rsid w:val="00186F8F"/>
    <w:rsid w:val="00191142"/>
    <w:rsid w:val="001A0461"/>
    <w:rsid w:val="001A2E3B"/>
    <w:rsid w:val="001A7AF4"/>
    <w:rsid w:val="001C0F37"/>
    <w:rsid w:val="001C2A3A"/>
    <w:rsid w:val="001C3912"/>
    <w:rsid w:val="001F44A2"/>
    <w:rsid w:val="00210977"/>
    <w:rsid w:val="00217914"/>
    <w:rsid w:val="00226007"/>
    <w:rsid w:val="0023354F"/>
    <w:rsid w:val="00234517"/>
    <w:rsid w:val="002739C8"/>
    <w:rsid w:val="002867C0"/>
    <w:rsid w:val="002932DD"/>
    <w:rsid w:val="00293ED4"/>
    <w:rsid w:val="002A016B"/>
    <w:rsid w:val="002A3DFD"/>
    <w:rsid w:val="002A76FD"/>
    <w:rsid w:val="002B3F67"/>
    <w:rsid w:val="002C6A41"/>
    <w:rsid w:val="002D4419"/>
    <w:rsid w:val="002D613D"/>
    <w:rsid w:val="002D7122"/>
    <w:rsid w:val="002E04BC"/>
    <w:rsid w:val="00316518"/>
    <w:rsid w:val="003234AA"/>
    <w:rsid w:val="00324212"/>
    <w:rsid w:val="00352F64"/>
    <w:rsid w:val="00373EF8"/>
    <w:rsid w:val="003747AD"/>
    <w:rsid w:val="00380B46"/>
    <w:rsid w:val="00382C7D"/>
    <w:rsid w:val="00384449"/>
    <w:rsid w:val="003909B4"/>
    <w:rsid w:val="00394CF1"/>
    <w:rsid w:val="003A6622"/>
    <w:rsid w:val="003C0B62"/>
    <w:rsid w:val="003E131B"/>
    <w:rsid w:val="003E1E07"/>
    <w:rsid w:val="003F7EB7"/>
    <w:rsid w:val="0040168D"/>
    <w:rsid w:val="004071DB"/>
    <w:rsid w:val="00411FD4"/>
    <w:rsid w:val="0043447A"/>
    <w:rsid w:val="004353A0"/>
    <w:rsid w:val="004428BF"/>
    <w:rsid w:val="004520A0"/>
    <w:rsid w:val="0046220F"/>
    <w:rsid w:val="00477D62"/>
    <w:rsid w:val="004A3BCC"/>
    <w:rsid w:val="004C122B"/>
    <w:rsid w:val="004C3925"/>
    <w:rsid w:val="004E0025"/>
    <w:rsid w:val="004E1746"/>
    <w:rsid w:val="004E3E95"/>
    <w:rsid w:val="004F4E3F"/>
    <w:rsid w:val="005042CB"/>
    <w:rsid w:val="005060EC"/>
    <w:rsid w:val="00525F48"/>
    <w:rsid w:val="00543410"/>
    <w:rsid w:val="00543DEF"/>
    <w:rsid w:val="00552A95"/>
    <w:rsid w:val="005534C2"/>
    <w:rsid w:val="005606F1"/>
    <w:rsid w:val="005748E3"/>
    <w:rsid w:val="00575A29"/>
    <w:rsid w:val="00580AB2"/>
    <w:rsid w:val="005947E5"/>
    <w:rsid w:val="00596D0F"/>
    <w:rsid w:val="005B12F5"/>
    <w:rsid w:val="005C197D"/>
    <w:rsid w:val="005D4909"/>
    <w:rsid w:val="005E594C"/>
    <w:rsid w:val="005E5F50"/>
    <w:rsid w:val="00601B30"/>
    <w:rsid w:val="00615B7D"/>
    <w:rsid w:val="00624106"/>
    <w:rsid w:val="00632733"/>
    <w:rsid w:val="00644C5F"/>
    <w:rsid w:val="006557E8"/>
    <w:rsid w:val="00656DF2"/>
    <w:rsid w:val="0067732A"/>
    <w:rsid w:val="0069549A"/>
    <w:rsid w:val="006D3CE8"/>
    <w:rsid w:val="00701D82"/>
    <w:rsid w:val="007102C1"/>
    <w:rsid w:val="007112FB"/>
    <w:rsid w:val="0071211D"/>
    <w:rsid w:val="00721A7D"/>
    <w:rsid w:val="00734451"/>
    <w:rsid w:val="00741B96"/>
    <w:rsid w:val="007664DB"/>
    <w:rsid w:val="0078169E"/>
    <w:rsid w:val="00794F40"/>
    <w:rsid w:val="007D1C83"/>
    <w:rsid w:val="007F36D8"/>
    <w:rsid w:val="00803E28"/>
    <w:rsid w:val="00804042"/>
    <w:rsid w:val="00811182"/>
    <w:rsid w:val="00813362"/>
    <w:rsid w:val="008147B4"/>
    <w:rsid w:val="00826BA1"/>
    <w:rsid w:val="00835F01"/>
    <w:rsid w:val="00854725"/>
    <w:rsid w:val="0086335B"/>
    <w:rsid w:val="00880184"/>
    <w:rsid w:val="00893153"/>
    <w:rsid w:val="008A7D65"/>
    <w:rsid w:val="008B3BF4"/>
    <w:rsid w:val="008B3C2A"/>
    <w:rsid w:val="008C4F7F"/>
    <w:rsid w:val="008E77CD"/>
    <w:rsid w:val="00905131"/>
    <w:rsid w:val="00907CF4"/>
    <w:rsid w:val="00923531"/>
    <w:rsid w:val="00924EB0"/>
    <w:rsid w:val="009350DF"/>
    <w:rsid w:val="00942505"/>
    <w:rsid w:val="00943CA7"/>
    <w:rsid w:val="00961297"/>
    <w:rsid w:val="00970BAF"/>
    <w:rsid w:val="009A0ECB"/>
    <w:rsid w:val="009A3EEC"/>
    <w:rsid w:val="009C12E1"/>
    <w:rsid w:val="009C7062"/>
    <w:rsid w:val="009D4370"/>
    <w:rsid w:val="009D73E1"/>
    <w:rsid w:val="009E0202"/>
    <w:rsid w:val="009F19EF"/>
    <w:rsid w:val="009F70D4"/>
    <w:rsid w:val="00A03E68"/>
    <w:rsid w:val="00A04256"/>
    <w:rsid w:val="00A078E6"/>
    <w:rsid w:val="00A254D2"/>
    <w:rsid w:val="00A43026"/>
    <w:rsid w:val="00A46516"/>
    <w:rsid w:val="00A62728"/>
    <w:rsid w:val="00A90B05"/>
    <w:rsid w:val="00A90F95"/>
    <w:rsid w:val="00AA2AD4"/>
    <w:rsid w:val="00AB09A7"/>
    <w:rsid w:val="00AB7058"/>
    <w:rsid w:val="00AD6424"/>
    <w:rsid w:val="00B03018"/>
    <w:rsid w:val="00B108A5"/>
    <w:rsid w:val="00B14AFB"/>
    <w:rsid w:val="00B35F22"/>
    <w:rsid w:val="00B415C1"/>
    <w:rsid w:val="00B433C6"/>
    <w:rsid w:val="00B43DCC"/>
    <w:rsid w:val="00B44D5F"/>
    <w:rsid w:val="00B734E8"/>
    <w:rsid w:val="00B73F68"/>
    <w:rsid w:val="00B87660"/>
    <w:rsid w:val="00BB0AC2"/>
    <w:rsid w:val="00BC1FD0"/>
    <w:rsid w:val="00BC5836"/>
    <w:rsid w:val="00BD1B90"/>
    <w:rsid w:val="00BE046B"/>
    <w:rsid w:val="00C003DC"/>
    <w:rsid w:val="00C14503"/>
    <w:rsid w:val="00C24FD1"/>
    <w:rsid w:val="00C2519D"/>
    <w:rsid w:val="00C36AA5"/>
    <w:rsid w:val="00C44E9D"/>
    <w:rsid w:val="00C64AE2"/>
    <w:rsid w:val="00C71224"/>
    <w:rsid w:val="00C90BFA"/>
    <w:rsid w:val="00C93B52"/>
    <w:rsid w:val="00C943BB"/>
    <w:rsid w:val="00CB3119"/>
    <w:rsid w:val="00D013D8"/>
    <w:rsid w:val="00D065FF"/>
    <w:rsid w:val="00D35CC3"/>
    <w:rsid w:val="00D55ABD"/>
    <w:rsid w:val="00D63969"/>
    <w:rsid w:val="00D86277"/>
    <w:rsid w:val="00D94904"/>
    <w:rsid w:val="00DA2B7E"/>
    <w:rsid w:val="00DC01AB"/>
    <w:rsid w:val="00DC5770"/>
    <w:rsid w:val="00DD0B20"/>
    <w:rsid w:val="00DF1DE9"/>
    <w:rsid w:val="00E26225"/>
    <w:rsid w:val="00E32912"/>
    <w:rsid w:val="00E339E8"/>
    <w:rsid w:val="00E4100D"/>
    <w:rsid w:val="00E463E3"/>
    <w:rsid w:val="00E6169F"/>
    <w:rsid w:val="00E61ACC"/>
    <w:rsid w:val="00E711E6"/>
    <w:rsid w:val="00E73447"/>
    <w:rsid w:val="00EA5C7C"/>
    <w:rsid w:val="00ED45C7"/>
    <w:rsid w:val="00F028B5"/>
    <w:rsid w:val="00F02F77"/>
    <w:rsid w:val="00F071E8"/>
    <w:rsid w:val="00F118E7"/>
    <w:rsid w:val="00F16C76"/>
    <w:rsid w:val="00F3457B"/>
    <w:rsid w:val="00F3756B"/>
    <w:rsid w:val="00F50627"/>
    <w:rsid w:val="00F55627"/>
    <w:rsid w:val="00F6355A"/>
    <w:rsid w:val="00F959B6"/>
    <w:rsid w:val="00F97841"/>
    <w:rsid w:val="00FA7ABC"/>
    <w:rsid w:val="00FC7FAB"/>
    <w:rsid w:val="00FD5490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o:colormru v:ext="edit" colors="#ddd,silver,#b2b2b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4E1746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4E1746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0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image" Target="media/image1.emf"/><Relationship Id="rId1" Type="http://schemas.openxmlformats.org/officeDocument/2006/relationships/image" Target="media/image6.png"/><Relationship Id="rId5" Type="http://schemas.openxmlformats.org/officeDocument/2006/relationships/image" Target="media/image4.emf"/><Relationship Id="rId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60AAA7D4</Template>
  <TotalTime>0</TotalTime>
  <Pages>2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Hospital</Company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Waldegrave</dc:creator>
  <cp:lastModifiedBy>Daniel Sims</cp:lastModifiedBy>
  <cp:revision>3</cp:revision>
  <cp:lastPrinted>2019-07-11T11:35:00Z</cp:lastPrinted>
  <dcterms:created xsi:type="dcterms:W3CDTF">2019-09-05T12:06:00Z</dcterms:created>
  <dcterms:modified xsi:type="dcterms:W3CDTF">2019-10-15T09:45:00Z</dcterms:modified>
</cp:coreProperties>
</file>